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96" w:rsidRPr="00E24996" w:rsidRDefault="00E24996" w:rsidP="00E24996">
      <w:pPr>
        <w:pStyle w:val="OZNRODZAKTUtznustawalubrozporzdzenieiorganwydajcy"/>
        <w:rPr>
          <w:rFonts w:eastAsia="Calibri"/>
        </w:rPr>
      </w:pPr>
      <w:r w:rsidRPr="00E24996">
        <w:rPr>
          <w:rFonts w:eastAsia="Calibri"/>
        </w:rPr>
        <w:t>UCHWAŁA NR</w:t>
      </w:r>
      <w:r w:rsidR="0032749C">
        <w:rPr>
          <w:rFonts w:eastAsia="Calibri"/>
        </w:rPr>
        <w:t xml:space="preserve"> </w:t>
      </w:r>
      <w:r w:rsidR="00903C5F">
        <w:rPr>
          <w:rFonts w:eastAsia="Calibri"/>
        </w:rPr>
        <w:t>…</w:t>
      </w:r>
    </w:p>
    <w:p w:rsidR="00E24996" w:rsidRPr="00E24996" w:rsidRDefault="00E24996" w:rsidP="00E24996">
      <w:pPr>
        <w:pStyle w:val="OZNRODZAKTUtznustawalubrozporzdzenieiorganwydajcy"/>
        <w:rPr>
          <w:rFonts w:eastAsia="Calibri"/>
        </w:rPr>
      </w:pPr>
      <w:r w:rsidRPr="00E24996">
        <w:rPr>
          <w:rFonts w:eastAsia="Calibri"/>
        </w:rPr>
        <w:t>RADY MINISTRÓW</w:t>
      </w:r>
    </w:p>
    <w:p w:rsidR="00E24996" w:rsidRPr="00E24996" w:rsidRDefault="00E24996" w:rsidP="00E24996">
      <w:pPr>
        <w:pStyle w:val="DATAAKTUdatauchwalenialubwydaniaaktu"/>
      </w:pPr>
      <w:r w:rsidRPr="00E24996">
        <w:t xml:space="preserve">z dnia </w:t>
      </w:r>
      <w:r w:rsidR="00903C5F">
        <w:t>………</w:t>
      </w:r>
      <w:r w:rsidRPr="00E24996">
        <w:t xml:space="preserve"> r.</w:t>
      </w:r>
    </w:p>
    <w:p w:rsidR="00E24996" w:rsidRPr="00E24996" w:rsidRDefault="00E24996">
      <w:pPr>
        <w:pStyle w:val="TYTUAKTUprzedmiotregulacjiustawylubrozporzdzenia"/>
      </w:pPr>
      <w:r w:rsidRPr="00E24996">
        <w:t xml:space="preserve">w sprawie przyjęcia projektu </w:t>
      </w:r>
      <w:r w:rsidR="00903C5F" w:rsidRPr="00903C5F">
        <w:t>programu „Pomoc Techniczna dla Funduszy Europejskich” na lata 2021-2027</w:t>
      </w:r>
    </w:p>
    <w:p w:rsidR="00E24996" w:rsidRPr="00E62C6D" w:rsidRDefault="00E24996" w:rsidP="00E24996">
      <w:pPr>
        <w:pStyle w:val="NIEARTTEKSTtekstnieartykuowanynppodstprawnarozplubpreambua"/>
      </w:pPr>
      <w:r w:rsidRPr="00E62C6D">
        <w:t>Na podstawie art. 14</w:t>
      </w:r>
      <w:r w:rsidR="007A0E85">
        <w:t>j</w:t>
      </w:r>
      <w:r w:rsidRPr="00E62C6D">
        <w:t xml:space="preserve"> ust. </w:t>
      </w:r>
      <w:r w:rsidR="007A0E85">
        <w:t>1 pkt 1</w:t>
      </w:r>
      <w:r w:rsidRPr="00E62C6D">
        <w:t xml:space="preserve"> ustawy z dnia 6 grudnia 2006 r. o zasadach prowadzenia polityki rozwoju (Dz. U. z 20</w:t>
      </w:r>
      <w:r w:rsidR="00903C5F">
        <w:t>2</w:t>
      </w:r>
      <w:r w:rsidRPr="00E62C6D">
        <w:t>1 r.</w:t>
      </w:r>
      <w:r w:rsidR="005B1321">
        <w:t xml:space="preserve"> poz. 1057</w:t>
      </w:r>
      <w:r w:rsidRPr="00E62C6D">
        <w:t>) Rada Ministrów uchwala, co następuje:</w:t>
      </w:r>
    </w:p>
    <w:p w:rsidR="00E24996" w:rsidRPr="00E24996" w:rsidRDefault="00E24996" w:rsidP="00E24996">
      <w:pPr>
        <w:pStyle w:val="ARTartustawynprozporzdzenia"/>
      </w:pPr>
      <w:r w:rsidRPr="0032749C">
        <w:rPr>
          <w:rStyle w:val="Ppogrubienie"/>
        </w:rPr>
        <w:t>§ 1.</w:t>
      </w:r>
      <w:r w:rsidR="0032749C">
        <w:rPr>
          <w:rStyle w:val="Ppogrubienie"/>
        </w:rPr>
        <w:t xml:space="preserve"> </w:t>
      </w:r>
      <w:r w:rsidRPr="00E24996">
        <w:t xml:space="preserve">Na wniosek Ministra </w:t>
      </w:r>
      <w:r w:rsidR="00903C5F">
        <w:t xml:space="preserve">Finansów, </w:t>
      </w:r>
      <w:r w:rsidRPr="00E24996">
        <w:t xml:space="preserve">Funduszy i Polityki Regionalnej przyjmuje się </w:t>
      </w:r>
      <w:r w:rsidR="00903C5F" w:rsidRPr="00E24996">
        <w:t xml:space="preserve">projektu </w:t>
      </w:r>
      <w:r w:rsidR="00903C5F" w:rsidRPr="00903C5F">
        <w:t>programu</w:t>
      </w:r>
      <w:r w:rsidR="00E57253">
        <w:t xml:space="preserve"> służącego realizacji umowy partnerstwa</w:t>
      </w:r>
      <w:bookmarkStart w:id="0" w:name="_GoBack"/>
      <w:bookmarkEnd w:id="0"/>
      <w:r w:rsidR="00903C5F" w:rsidRPr="00903C5F">
        <w:t xml:space="preserve"> „Pomoc Techniczna dla Funduszy Europejskich” na lata 2021-2027</w:t>
      </w:r>
      <w:r w:rsidRPr="00E24996">
        <w:t>.</w:t>
      </w:r>
    </w:p>
    <w:p w:rsidR="00E24996" w:rsidRPr="00E24996" w:rsidRDefault="00E24996" w:rsidP="0032749C">
      <w:pPr>
        <w:pStyle w:val="ARTartustawynprozporzdzenia"/>
      </w:pPr>
      <w:r w:rsidRPr="0032749C">
        <w:rPr>
          <w:rStyle w:val="Ppogrubienie"/>
        </w:rPr>
        <w:t>§ 2.</w:t>
      </w:r>
      <w:r w:rsidR="0032749C">
        <w:t xml:space="preserve"> </w:t>
      </w:r>
      <w:r w:rsidRPr="00E24996">
        <w:t>Rada Ministrów upoważnia Ministra</w:t>
      </w:r>
      <w:r w:rsidR="00903C5F">
        <w:t xml:space="preserve"> Finansów,</w:t>
      </w:r>
      <w:r w:rsidRPr="00E24996">
        <w:t xml:space="preserve"> </w:t>
      </w:r>
      <w:r w:rsidRPr="00F0287A">
        <w:t xml:space="preserve">Funduszy i Polityki Regionalnej </w:t>
      </w:r>
      <w:r w:rsidRPr="00E24996">
        <w:t xml:space="preserve">do prowadzenia negocjacji z Komisją Europejską projektu Programu, o którym mowa </w:t>
      </w:r>
      <w:r w:rsidR="00EA3F83" w:rsidRPr="00E24996">
        <w:t>w</w:t>
      </w:r>
      <w:r w:rsidR="00EA3F83">
        <w:t> </w:t>
      </w:r>
      <w:r w:rsidRPr="00E24996">
        <w:t xml:space="preserve">§ 1. </w:t>
      </w:r>
    </w:p>
    <w:p w:rsidR="00E24996" w:rsidRPr="00E24996" w:rsidRDefault="00E24996" w:rsidP="00E24996">
      <w:pPr>
        <w:pStyle w:val="ARTartustawynprozporzdzenia"/>
      </w:pPr>
      <w:r w:rsidRPr="0032749C">
        <w:rPr>
          <w:rStyle w:val="Ppogrubienie"/>
        </w:rPr>
        <w:t>§ 3.</w:t>
      </w:r>
      <w:r w:rsidR="0032749C">
        <w:t xml:space="preserve"> </w:t>
      </w:r>
      <w:r w:rsidRPr="00E24996">
        <w:t xml:space="preserve">Po zatwierdzeniu Programu, o którym mowa w § 1, przez Komisję Europejską, Minister </w:t>
      </w:r>
      <w:r w:rsidR="00903C5F">
        <w:t xml:space="preserve">Finansów, </w:t>
      </w:r>
      <w:r w:rsidRPr="00F0287A">
        <w:t xml:space="preserve">Funduszy i Polityki Regionalnej </w:t>
      </w:r>
      <w:r w:rsidRPr="00E24996">
        <w:t xml:space="preserve">przekaże go do wiadomości członkom Rady Ministrów. </w:t>
      </w:r>
    </w:p>
    <w:p w:rsidR="00E24996" w:rsidRPr="00E24996" w:rsidRDefault="00E24996" w:rsidP="00E24996">
      <w:pPr>
        <w:pStyle w:val="ARTartustawynprozporzdzenia"/>
      </w:pPr>
      <w:r w:rsidRPr="0032749C">
        <w:rPr>
          <w:rStyle w:val="Ppogrubienie"/>
        </w:rPr>
        <w:t>§ 4.</w:t>
      </w:r>
      <w:r w:rsidR="0032749C">
        <w:t xml:space="preserve"> </w:t>
      </w:r>
      <w:r w:rsidRPr="00E24996">
        <w:t xml:space="preserve">Tekst </w:t>
      </w:r>
      <w:r w:rsidR="00903C5F" w:rsidRPr="00903C5F">
        <w:t>programu „Pomoc Techniczna dla Funduszy Europejskich” na lata 2021-2027</w:t>
      </w:r>
      <w:r w:rsidRPr="00E24996">
        <w:t xml:space="preserve"> stanowi załącznik do uchwały.</w:t>
      </w:r>
    </w:p>
    <w:p w:rsidR="00E24996" w:rsidRPr="00E24996" w:rsidRDefault="00E24996" w:rsidP="00E24996">
      <w:pPr>
        <w:pStyle w:val="ARTartustawynprozporzdzenia"/>
      </w:pPr>
      <w:r w:rsidRPr="0032749C">
        <w:rPr>
          <w:rStyle w:val="Ppogrubienie"/>
        </w:rPr>
        <w:t>§ 5.</w:t>
      </w:r>
      <w:r w:rsidR="0032749C">
        <w:t xml:space="preserve"> </w:t>
      </w:r>
      <w:r w:rsidRPr="00E24996">
        <w:t>Uchwała wchodzi w życie z dniem podjęcia.</w:t>
      </w:r>
    </w:p>
    <w:p w:rsidR="00E24996" w:rsidRPr="00BC3475" w:rsidRDefault="00E24996" w:rsidP="00E24996"/>
    <w:p w:rsidR="00E82A6C" w:rsidRDefault="00E82A6C" w:rsidP="0032749C">
      <w:pPr>
        <w:pStyle w:val="NAZORGWYDnazwaorganuwydajcegoprojektowanyakt"/>
      </w:pPr>
      <w:r>
        <w:t>PREZES RADY MINIStrów</w:t>
      </w:r>
    </w:p>
    <w:p w:rsidR="0032749C" w:rsidRDefault="0032749C" w:rsidP="0032749C">
      <w:pPr>
        <w:pStyle w:val="NAZORGWYDnazwaorganuwydajcegoprojektowanyakt"/>
      </w:pPr>
      <w:r>
        <w:t>MATEUSZ MORAWIECKI</w:t>
      </w:r>
    </w:p>
    <w:sectPr w:rsidR="0032749C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352" w:rsidRDefault="00304352">
      <w:r>
        <w:separator/>
      </w:r>
    </w:p>
  </w:endnote>
  <w:endnote w:type="continuationSeparator" w:id="0">
    <w:p w:rsidR="00304352" w:rsidRDefault="0030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352" w:rsidRDefault="00304352">
      <w:r>
        <w:separator/>
      </w:r>
    </w:p>
  </w:footnote>
  <w:footnote w:type="continuationSeparator" w:id="0">
    <w:p w:rsidR="00304352" w:rsidRDefault="0030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52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3635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4352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2749C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837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B43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671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1321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97A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6F6F29"/>
    <w:rsid w:val="00701952"/>
    <w:rsid w:val="00702556"/>
    <w:rsid w:val="0070277E"/>
    <w:rsid w:val="00704156"/>
    <w:rsid w:val="007069FC"/>
    <w:rsid w:val="00711221"/>
    <w:rsid w:val="00712675"/>
    <w:rsid w:val="00712DCD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0E85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3C5F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9E5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CF7545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4996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7253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2A6C"/>
    <w:rsid w:val="00E83ADD"/>
    <w:rsid w:val="00E84F38"/>
    <w:rsid w:val="00E85623"/>
    <w:rsid w:val="00E87441"/>
    <w:rsid w:val="00E91FAE"/>
    <w:rsid w:val="00E96E3F"/>
    <w:rsid w:val="00EA270C"/>
    <w:rsid w:val="00EA3F83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ydzia&#322;%20VI\0210%200211%20Akty%20normatywne%20MR\2021%200120.1.21%20POPT%202021-2027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4A3C27-EB11-4C29-BF02-D03FF36E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Ćwiek Katarzyna</dc:creator>
  <cp:lastModifiedBy>Konrad Łaciński</cp:lastModifiedBy>
  <cp:revision>8</cp:revision>
  <cp:lastPrinted>2012-04-23T06:39:00Z</cp:lastPrinted>
  <dcterms:created xsi:type="dcterms:W3CDTF">2019-12-19T11:55:00Z</dcterms:created>
  <dcterms:modified xsi:type="dcterms:W3CDTF">2021-07-20T07:20:00Z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